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760" w:rsidRPr="00FD2AAC" w:rsidRDefault="00FD2AAC">
      <w:pPr>
        <w:rPr>
          <w:u w:val="single"/>
        </w:rPr>
      </w:pPr>
      <w:r w:rsidRPr="00FD2AAC">
        <w:rPr>
          <w:u w:val="single"/>
        </w:rPr>
        <w:t>The Curious Incident of the Dog in the Night Time</w:t>
      </w:r>
    </w:p>
    <w:p w:rsidR="00FD2AAC" w:rsidRPr="00FD2AAC" w:rsidRDefault="003576D9">
      <w:pPr>
        <w:rPr>
          <w:i/>
        </w:rPr>
      </w:pPr>
      <w:r w:rsidRPr="00FD2AAC">
        <w:rPr>
          <w:i/>
        </w:rPr>
        <w:t>Chapter’s</w:t>
      </w:r>
      <w:r w:rsidR="00FD2AAC" w:rsidRPr="00FD2AAC">
        <w:rPr>
          <w:i/>
        </w:rPr>
        <w:t xml:space="preserve"> 2-11</w:t>
      </w:r>
      <w:r>
        <w:rPr>
          <w:i/>
        </w:rPr>
        <w:t xml:space="preserve"> answers</w:t>
      </w:r>
    </w:p>
    <w:p w:rsidR="00FD2AAC" w:rsidRDefault="00FD2AAC">
      <w:r w:rsidRPr="00FD2AAC">
        <w:rPr>
          <w:b/>
        </w:rPr>
        <w:t>2.</w:t>
      </w:r>
      <w:r>
        <w:t xml:space="preserve"> We found out at the beginning of the novel, Christopher finds the neighbour’s dog has been killed with the garden fork.  He makes it his mission to find out who killed the dog, like something for him to do. “I stoked Wellington and wondered who had killed him, and why.” We come to the conclusion that Christopher begins with the ‘Chapter two’ as he only likes prime numbers. The genre of this book is </w:t>
      </w:r>
      <w:r w:rsidR="00FB2F2D">
        <w:t>a mystery senior fiction, we think this because he tries to find out who killed Wellington and he ends up finding out a lot more than what he was looking for as he wasn’t expecting to find anything out about his mum as he thought she was dead and we also think it’s senior fiction because something’s are a little harder to read than they would be in a junior fiction book.. “The dog was dead, there was a garden fork sticking out of the dog. The points of the fork must have gone all the way through the dog and into the ground because the fork had not fallen over.” I think the author used such a variety of sentence types on the first page to make it more interesting and different for the reader. This tells us that the narrator is really specific with detail, for example when Christopher quotes “</w:t>
      </w:r>
      <w:r w:rsidR="00390B0F">
        <w:t xml:space="preserve">It was seven minutes after midnight. The dog was lying on the grass in the middle of the lawn in front of Mrs </w:t>
      </w:r>
      <w:proofErr w:type="gramStart"/>
      <w:r w:rsidR="00390B0F">
        <w:t>Shears</w:t>
      </w:r>
      <w:proofErr w:type="gramEnd"/>
      <w:r w:rsidR="00390B0F">
        <w:t xml:space="preserve"> house. Its eyes were closed. It looked as if it was running on its side.” The opening sentence ‘It was seven minutes after midnight’ suggests that the genre is a mystery senior fiction novel because it doesn’t start off like a normal story, </w:t>
      </w:r>
      <w:proofErr w:type="gramStart"/>
      <w:r w:rsidR="00390B0F">
        <w:t>just  goes</w:t>
      </w:r>
      <w:proofErr w:type="gramEnd"/>
      <w:r w:rsidR="00390B0F">
        <w:t xml:space="preserve"> straight into the specific detail which also tells us a lot about the narrator and how he changes from a childish way of saying things to a more informative way of saying things. </w:t>
      </w:r>
    </w:p>
    <w:p w:rsidR="00183275" w:rsidRDefault="00390B0F">
      <w:r w:rsidRPr="00390B0F">
        <w:rPr>
          <w:b/>
        </w:rPr>
        <w:t>3.</w:t>
      </w:r>
      <w:r>
        <w:t xml:space="preserve"> We found out the narrator in the book is Christopher</w:t>
      </w:r>
      <w:r w:rsidR="00A07679">
        <w:t xml:space="preserve">. Christopher knows all the countries of the world and their capital cities and every prime numbers up to 7,507.christhoper has trouble with being able to tell some facial </w:t>
      </w:r>
      <w:r w:rsidR="00514C31">
        <w:t>expressions</w:t>
      </w:r>
      <w:r w:rsidR="00A07679">
        <w:t xml:space="preserve"> a</w:t>
      </w:r>
      <w:r w:rsidR="00514C31">
        <w:t>nd emotions that people express which was very difficult for Christopher to decide which of the diagrams, Siobhan had drawn for him, was most like the face they were making because people’s face’s move very quickly. We learnt in this chapter that Christopher likes to feel or be alone as he quoted “when I am still awake at three or four in the morning, I can walk up and down the street and pretend that I am the only person in the world”.</w:t>
      </w:r>
    </w:p>
    <w:p w:rsidR="00390B0F" w:rsidRDefault="00514C31">
      <w:r>
        <w:t xml:space="preserve">The strengths of this choice in narrator are: </w:t>
      </w:r>
    </w:p>
    <w:p w:rsidR="005E060F" w:rsidRDefault="00183275" w:rsidP="005E060F">
      <w:pPr>
        <w:pStyle w:val="ListParagraph"/>
        <w:numPr>
          <w:ilvl w:val="0"/>
          <w:numId w:val="3"/>
        </w:numPr>
      </w:pPr>
      <w:r>
        <w:t>Having Christopher as the narrator makes the story a lot more interesting</w:t>
      </w:r>
    </w:p>
    <w:p w:rsidR="00183275" w:rsidRDefault="00183275" w:rsidP="00183275">
      <w:pPr>
        <w:pStyle w:val="ListParagraph"/>
        <w:numPr>
          <w:ilvl w:val="0"/>
          <w:numId w:val="3"/>
        </w:numPr>
      </w:pPr>
      <w:r>
        <w:t>It gives us more of an understanding on how people like Christopher communicate who have his condition</w:t>
      </w:r>
    </w:p>
    <w:p w:rsidR="00183275" w:rsidRDefault="00183275" w:rsidP="00183275">
      <w:r>
        <w:t>The weaknesses of this choice in narrator are:</w:t>
      </w:r>
    </w:p>
    <w:p w:rsidR="00183275" w:rsidRDefault="00183275" w:rsidP="00183275">
      <w:pPr>
        <w:pStyle w:val="ListParagraph"/>
        <w:numPr>
          <w:ilvl w:val="0"/>
          <w:numId w:val="3"/>
        </w:numPr>
      </w:pPr>
      <w:r>
        <w:t>It sometimes complicates the story</w:t>
      </w:r>
    </w:p>
    <w:p w:rsidR="00183275" w:rsidRDefault="00183275" w:rsidP="00183275">
      <w:pPr>
        <w:pStyle w:val="ListParagraph"/>
        <w:numPr>
          <w:ilvl w:val="0"/>
          <w:numId w:val="3"/>
        </w:numPr>
      </w:pPr>
      <w:r>
        <w:t>It sometimes makes the story seem real childish</w:t>
      </w:r>
    </w:p>
    <w:p w:rsidR="00475898" w:rsidRDefault="00183275" w:rsidP="00183275">
      <w:r>
        <w:t xml:space="preserve">Christopher uses drawn pictures that Siobhan drew for him to help him understand what certain expressions people </w:t>
      </w:r>
      <w:r w:rsidR="00475898">
        <w:t>have,</w:t>
      </w:r>
      <w:r>
        <w:t xml:space="preserve"> the drawings in chapter three are </w:t>
      </w:r>
      <w:r w:rsidR="00475898">
        <w:t xml:space="preserve">different facial expressions, such as happy, sad, shocked and angry. The author incorporated these drawings to give the reader a more visual understanding. </w:t>
      </w:r>
    </w:p>
    <w:p w:rsidR="00CB18A1" w:rsidRDefault="00475898" w:rsidP="00183275">
      <w:r>
        <w:rPr>
          <w:b/>
        </w:rPr>
        <w:lastRenderedPageBreak/>
        <w:t xml:space="preserve">5. </w:t>
      </w:r>
      <w:r w:rsidRPr="00475898">
        <w:t xml:space="preserve">Christopher </w:t>
      </w:r>
      <w:r>
        <w:t xml:space="preserve">likes dogs because you always know what a dog is thinking. “It has four moods. Happy, sad, cross and concentrating. Also, dogs are faithful and do not tell lies because they cannot talk.” His attitude towards </w:t>
      </w:r>
      <w:r w:rsidR="00B94E88">
        <w:t>dogs suggests that his attitude towards people changes as he gets along with dogs a lot better than he does with people. For example: he wouldn’t go up and talk to a stranger but he would go up to a strange dog and pat it. Because</w:t>
      </w:r>
      <w:r w:rsidR="00CB18A1">
        <w:t xml:space="preserve"> he</w:t>
      </w:r>
      <w:r w:rsidR="00B94E88">
        <w:t xml:space="preserve"> give</w:t>
      </w:r>
      <w:r w:rsidR="00CB18A1">
        <w:t>s</w:t>
      </w:r>
      <w:r w:rsidR="00B94E88">
        <w:t xml:space="preserve"> very precise information you don’t</w:t>
      </w:r>
      <w:r w:rsidR="00CB18A1">
        <w:t xml:space="preserve"> need to think about what he is trying to tell us as a reader, in a way it doesn’t give the reader time to make a picture in their head of certain things Christopher talks about. The dialogue in this chapter has swearing from the dog’s owner “What in fucks name have you done to my dog?” And precise information from Christopher “I had been hugging the dog for four minutes when I heard screaming.” And “I put the dog down on the lawn and moved back two meters.” </w:t>
      </w:r>
      <w:r w:rsidR="00C8356D">
        <w:t>The voice of the narrator helps us</w:t>
      </w:r>
      <w:r w:rsidR="0097409F">
        <w:t xml:space="preserve"> understand Christopher by chan</w:t>
      </w:r>
      <w:r w:rsidR="00C8356D">
        <w:t>gin</w:t>
      </w:r>
      <w:r w:rsidR="0097409F">
        <w:t>g</w:t>
      </w:r>
      <w:r w:rsidR="00C8356D">
        <w:t xml:space="preserve"> the tone from a smart adult to childish boy. </w:t>
      </w:r>
    </w:p>
    <w:p w:rsidR="0097409F" w:rsidRDefault="0097409F" w:rsidP="00183275">
      <w:r w:rsidRPr="0097409F">
        <w:rPr>
          <w:b/>
        </w:rPr>
        <w:t>7.</w:t>
      </w:r>
      <w:r>
        <w:rPr>
          <w:b/>
        </w:rPr>
        <w:t xml:space="preserve"> </w:t>
      </w:r>
      <w:r w:rsidRPr="0097409F">
        <w:t>This novel is</w:t>
      </w:r>
      <w:r>
        <w:rPr>
          <w:b/>
        </w:rPr>
        <w:t xml:space="preserve"> </w:t>
      </w:r>
      <w:r w:rsidRPr="0097409F">
        <w:t>a mystery senior fiction</w:t>
      </w:r>
      <w:r>
        <w:rPr>
          <w:b/>
        </w:rPr>
        <w:t xml:space="preserve">. </w:t>
      </w:r>
      <w:r w:rsidRPr="0097409F">
        <w:t>Christopher’s</w:t>
      </w:r>
      <w:r>
        <w:t xml:space="preserve"> teacher aide is Siobhan. Christopher likes books about space and math stuff.</w:t>
      </w:r>
      <w:r w:rsidR="00722359">
        <w:t xml:space="preserve"> He likes murder mystery novels because it’s like a puzzle and you can sometimes work out the answer before the end of the book and Christopher quotes “I do not like proper novels. In proper novels people say things like, </w:t>
      </w:r>
      <w:r w:rsidR="00694EE9">
        <w:t>“</w:t>
      </w:r>
      <w:proofErr w:type="spellStart"/>
      <w:r w:rsidR="00722359">
        <w:t>i</w:t>
      </w:r>
      <w:proofErr w:type="spellEnd"/>
      <w:r w:rsidR="00722359">
        <w:t xml:space="preserve"> am veined with iron, with silver and with streaks of common mud. I cannot contract into the firm which those clench who do not depend on stimulus.”</w:t>
      </w:r>
      <w:r w:rsidR="00694EE9">
        <w:t xml:space="preserve">  This quote that Christopher said explains how he does not understand metaphors and old fashioned says, such as: it was a storm in a tea pot. He would then take this too seriously and would think way too far into things.</w:t>
      </w:r>
    </w:p>
    <w:p w:rsidR="00694EE9" w:rsidRPr="00694EE9" w:rsidRDefault="00694EE9" w:rsidP="00183275">
      <w:r w:rsidRPr="00694EE9">
        <w:rPr>
          <w:b/>
        </w:rPr>
        <w:t>11.</w:t>
      </w:r>
      <w:r>
        <w:rPr>
          <w:b/>
        </w:rPr>
        <w:t xml:space="preserve"> </w:t>
      </w:r>
      <w:r>
        <w:t>Christopher is fifteen years, three months and two days old. He likes police men because “they have uniforms and numbers and you know what they are meant to be doing.” Christopher gets upset with the police man questioning him because he gets confused and wanted to answer the question properly but the police man didn’t give him enough time. “He was asking too many questions and he was asking them too quickly. They were stacking up in my head like loafs in the factory where Uncle Terry works. The factory is a bakery and he operates the slicing machines. And sometimes the slicer is not working fast enough but the bread keeps coming and there is a blockage. I sometimes think of my mind as a machine but not always a bread slicer machine. It makes it easier to explain to other people what’s going on inside it.”</w:t>
      </w:r>
      <w:r w:rsidR="003576D9">
        <w:t xml:space="preserve"> Christopher hits the police man because he doesn’t like people touching him. He’s very observant such as when he notices “the police woman has a little hole in her tights, on her left ankle and a red scratch in the middle of the hole.” And he notices the police man had a big orange leaf on the bottom of his shoe that was poking out from one side. These things that Christopher notices are things we would ignore and not notice the in depth detail that he does.</w:t>
      </w:r>
      <w:bookmarkStart w:id="0" w:name="_GoBack"/>
      <w:bookmarkEnd w:id="0"/>
    </w:p>
    <w:sectPr w:rsidR="00694EE9" w:rsidRPr="00694EE9" w:rsidSect="001547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13078"/>
    <w:multiLevelType w:val="hybridMultilevel"/>
    <w:tmpl w:val="26806D2E"/>
    <w:lvl w:ilvl="0" w:tplc="AD1C7D94">
      <w:start w:val="3"/>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C5D4556"/>
    <w:multiLevelType w:val="hybridMultilevel"/>
    <w:tmpl w:val="9B708128"/>
    <w:lvl w:ilvl="0" w:tplc="FF0897D0">
      <w:start w:val="3"/>
      <w:numFmt w:val="bullet"/>
      <w:lvlText w:val="-"/>
      <w:lvlJc w:val="left"/>
      <w:pPr>
        <w:ind w:left="1080" w:hanging="360"/>
      </w:pPr>
      <w:rPr>
        <w:rFonts w:ascii="Calibri" w:eastAsiaTheme="minorHAnsi" w:hAnsi="Calibri" w:cs="Calibri"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nsid w:val="1C7432DB"/>
    <w:multiLevelType w:val="hybridMultilevel"/>
    <w:tmpl w:val="00AE5AA2"/>
    <w:lvl w:ilvl="0" w:tplc="C25835BE">
      <w:start w:val="3"/>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AAC"/>
    <w:rsid w:val="00154760"/>
    <w:rsid w:val="00183275"/>
    <w:rsid w:val="003576D9"/>
    <w:rsid w:val="00390B0F"/>
    <w:rsid w:val="00475898"/>
    <w:rsid w:val="00514C31"/>
    <w:rsid w:val="005E060F"/>
    <w:rsid w:val="00694EE9"/>
    <w:rsid w:val="00722359"/>
    <w:rsid w:val="0097409F"/>
    <w:rsid w:val="00A07679"/>
    <w:rsid w:val="00B94E88"/>
    <w:rsid w:val="00C8356D"/>
    <w:rsid w:val="00CB18A1"/>
    <w:rsid w:val="00FB2F2D"/>
    <w:rsid w:val="00FD2AA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C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C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73FF23D3</Template>
  <TotalTime>1</TotalTime>
  <Pages>2</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Shinara Merritt-Williams</dc:creator>
  <cp:lastModifiedBy>Shinara Merritt-Williams</cp:lastModifiedBy>
  <cp:revision>3</cp:revision>
  <dcterms:created xsi:type="dcterms:W3CDTF">2012-05-07T21:19:00Z</dcterms:created>
  <dcterms:modified xsi:type="dcterms:W3CDTF">2012-05-07T21:19:00Z</dcterms:modified>
</cp:coreProperties>
</file>